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4139A572" w:rsidR="005C6DCE" w:rsidRPr="0080358B" w:rsidRDefault="00386299" w:rsidP="005C6DCE">
      <w:pPr>
        <w:spacing w:after="0"/>
        <w:jc w:val="right"/>
        <w:rPr>
          <w:sz w:val="22"/>
          <w:szCs w:val="18"/>
          <w:lang w:val="en-US"/>
        </w:rPr>
      </w:pPr>
      <w:r>
        <w:rPr>
          <w:sz w:val="22"/>
          <w:szCs w:val="18"/>
          <w:lang w:val="en-US"/>
        </w:rPr>
        <w:t>13/11/2025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386299"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1FE5EEB1" w:rsidR="006938F5" w:rsidRDefault="00386299" w:rsidP="006718D3">
            <w:pPr>
              <w:spacing w:after="0"/>
              <w:jc w:val="left"/>
            </w:pPr>
            <w:r>
              <w:t>RTD.B.4</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2BE9F6C4" w:rsidR="006938F5" w:rsidRDefault="00386299" w:rsidP="006718D3">
            <w:pPr>
              <w:spacing w:after="0"/>
              <w:jc w:val="left"/>
            </w:pPr>
            <w:r>
              <w:t>451997</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78CD24F9" w:rsidR="4EEB584D" w:rsidRDefault="00386299"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1BA7E7F1" w:rsidR="006938F5" w:rsidRDefault="00386299"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42291374" w:rsidR="3C2D33B5" w:rsidRDefault="00386299" w:rsidP="14270372">
            <w:pPr>
              <w:spacing w:after="0"/>
              <w:jc w:val="left"/>
            </w:pPr>
            <w:r>
              <w:t>Brussels</w:t>
            </w:r>
          </w:p>
          <w:p w14:paraId="6B7C1AA9" w14:textId="10E7AF5B" w:rsidR="3C2D33B5" w:rsidRDefault="00386299" w:rsidP="14270372">
            <w:pPr>
              <w:spacing w:after="0"/>
              <w:jc w:val="left"/>
            </w:pPr>
            <w:r>
              <w:t>Bruxelles</w:t>
            </w:r>
          </w:p>
          <w:p w14:paraId="5C918E8F" w14:textId="4326F530" w:rsidR="3C2D33B5" w:rsidRDefault="00386299"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64AF836C" w:rsidR="006938F5" w:rsidRDefault="00386299" w:rsidP="006718D3">
            <w:pPr>
              <w:spacing w:after="0"/>
              <w:jc w:val="left"/>
            </w:pPr>
            <w:r>
              <w:t>With allowances</w:t>
            </w:r>
          </w:p>
          <w:p w14:paraId="02E31856" w14:textId="30DDC3F6" w:rsidR="006938F5" w:rsidRDefault="00386299" w:rsidP="006718D3">
            <w:pPr>
              <w:spacing w:after="0"/>
              <w:jc w:val="left"/>
            </w:pPr>
            <w:r>
              <w:t>Avec indemnités</w:t>
            </w:r>
          </w:p>
          <w:p w14:paraId="720FD450" w14:textId="6DA623FD" w:rsidR="006938F5" w:rsidRDefault="00386299"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25342B05" w:rsidR="006938F5" w:rsidRDefault="00386299" w:rsidP="006718D3">
            <w:pPr>
              <w:spacing w:after="0"/>
              <w:jc w:val="left"/>
            </w:pPr>
            <w:r>
              <w:t>Member States + EFTA countries (Iceland, Liechtenstein, Norway)</w:t>
            </w:r>
          </w:p>
          <w:p w14:paraId="2A7DF233" w14:textId="6633171D" w:rsidR="006938F5" w:rsidRDefault="00386299" w:rsidP="006718D3">
            <w:pPr>
              <w:spacing w:after="0"/>
              <w:jc w:val="left"/>
            </w:pPr>
            <w:r>
              <w:t>États membres + pays AELE (Islande, Liechtenstein, Norvège)</w:t>
            </w:r>
          </w:p>
          <w:p w14:paraId="13C75E2E" w14:textId="1E06803B" w:rsidR="006938F5" w:rsidRDefault="00386299" w:rsidP="006718D3">
            <w:pPr>
              <w:spacing w:after="0"/>
              <w:jc w:val="left"/>
            </w:pPr>
            <w:r>
              <w:t>Mitgliedstaaten + EFTA-Länder (Island, Liechtenstein, Norwegen)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0E8BB097" w:rsidR="006938F5" w:rsidRDefault="00386299"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47DCDFC4" w:rsidR="00A95A44" w:rsidRPr="00E61551" w:rsidRDefault="00386299" w:rsidP="00A95A44">
      <w:pPr>
        <w:spacing w:after="0"/>
        <w:jc w:val="right"/>
        <w:rPr>
          <w:sz w:val="22"/>
          <w:szCs w:val="18"/>
          <w:lang w:val="en-US"/>
        </w:rPr>
      </w:pPr>
      <w:r>
        <w:rPr>
          <w:sz w:val="22"/>
          <w:szCs w:val="18"/>
          <w:lang w:val="en-US"/>
        </w:rPr>
        <w:t>13/11/2025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3C5B221D" w14:textId="77777777" w:rsidR="00386299" w:rsidRDefault="00386299" w:rsidP="003C1977">
      <w:pPr>
        <w:spacing w:after="0"/>
      </w:pPr>
      <w:r>
        <w:t>The Ocean, Seas and Waters Unit contributes to the European Green Deal supporting the transition to a Healthy Planet and particularly to healthy Ocean, Seas and Inland Waters systems, which are climate neutral by 2050, and operating within safe planetary boundaries.</w:t>
      </w:r>
    </w:p>
    <w:p w14:paraId="352BE46D" w14:textId="77777777" w:rsidR="00386299" w:rsidRDefault="00386299" w:rsidP="003C1977">
      <w:pPr>
        <w:spacing w:after="0"/>
      </w:pPr>
      <w:r>
        <w:t>The Unit contributes to the regeneration and restoration of the Ocean and to the effective and integrated freshwater management in European and international river basins, through sustainable and resilient water systems, and promotes an impactful and sustainable use of the full value chains of marine and aquatic resources, for full benefit and well-being of European citizens, in particular by means of R&amp;I related activities and strategies under the EU Ocean Pact and the EU Water Resilience Strategy.</w:t>
      </w:r>
    </w:p>
    <w:p w14:paraId="0A9E86D5" w14:textId="77777777" w:rsidR="00386299" w:rsidRDefault="00386299" w:rsidP="003C1977">
      <w:pPr>
        <w:spacing w:after="0"/>
      </w:pPr>
      <w:r>
        <w:t>The Unit designs and deploys a systems’ approach to the nexus of ocean-climate, ocean-food, ocean-weather and ocean-land and water-energy-food ecosystems, and it focuses on marine and freshwater ecosystems and biodiversity.</w:t>
      </w:r>
    </w:p>
    <w:p w14:paraId="7096C109" w14:textId="77777777" w:rsidR="00386299" w:rsidRDefault="00386299" w:rsidP="003C1977">
      <w:pPr>
        <w:spacing w:after="0"/>
      </w:pPr>
      <w:r>
        <w:t>The Unit identifies, pilots and steers systemic solutions by design to the planetary boundaries: a) loss of biodiversity b) climate change and c) ocean and water degradation, by directing international cooperation across different sea basins, particularly the Atlantic, Mediterranean, Black Sea, Baltic and North Sea, and the Arctic region, with focus on ocean and inland water (hydrosphere) observing and digital knowledge systems, regeneration, reduction of pollution, water security and coastal resilience.</w:t>
      </w:r>
    </w:p>
    <w:p w14:paraId="7F03B05F" w14:textId="77777777" w:rsidR="00386299" w:rsidRDefault="00386299" w:rsidP="003C1977">
      <w:pPr>
        <w:spacing w:after="0"/>
      </w:pPr>
      <w:r>
        <w:t>The Unit co-leads the Horizon Europe Mission ‘Restore our Ocean and Waters by 2030’ and the new European Ocean Observation Initiative, Nautilus. The Unit also leads on the Horizon Europe Partnerships for a Sustainable Blue Economy and Water Security for the Planet as well as the amended PRIMA (Partnership for R&amp;I in the Mediterranean Area), and ensures European leadership in international networks, in particular the All-Atlantic Ocean R&amp;I Alliance (AAORIA) linking communities, researchers and innovators around the Atlantic from Artic to Antarctica. The Unit also acts as interface for the R&amp;I related parts of UN related initiatives, such as the UN Decade of Ocean Science and UN Water Action Decade.</w:t>
      </w:r>
    </w:p>
    <w:p w14:paraId="0B92C79D" w14:textId="77777777" w:rsidR="00386299" w:rsidRDefault="00386299" w:rsidP="003C1977">
      <w:pPr>
        <w:spacing w:after="0"/>
      </w:pPr>
      <w:r>
        <w:t>Based on foresight, knowledge, data and portfolio analyses, the Unit aims to achieve more impactful R&amp;I programmes, evidence-based policies and systemic solutions combining technological, business, governance and social innovations. The activities will be achieved through a transdisciplinary and multi-stakeholder approach and in partnership with several DGs, as well as with EU Member States and international partners.</w:t>
      </w:r>
    </w:p>
    <w:p w14:paraId="2444BC8A" w14:textId="6C7625BD"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43E17D4B" w14:textId="77777777" w:rsidR="00386299" w:rsidRDefault="00386299" w:rsidP="003C1977">
      <w:pPr>
        <w:spacing w:after="0"/>
      </w:pPr>
      <w:r>
        <w:t xml:space="preserve">The successful candidate will contribute to the overall mission of the Unit ‘Ocean, Seas and Waters', in particular by contributing to EU research and innovation policy development and programme implementation related to marine and maritime sectors, so as to contribute to relevant EU policies, the Integrated Maritime Policy and a just and inclusive transition to a climate-neutral, resilient and sustainable blue economy working in </w:t>
      </w:r>
      <w:r>
        <w:lastRenderedPageBreak/>
        <w:t>cooperation with the EU Member States, regions and international stakeholder in line with EU sea basin strategies.</w:t>
      </w:r>
    </w:p>
    <w:p w14:paraId="179D0528" w14:textId="77777777" w:rsidR="00386299" w:rsidRDefault="00386299" w:rsidP="003C1977">
      <w:pPr>
        <w:spacing w:after="0"/>
      </w:pPr>
      <w:r>
        <w:t>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w:t>
      </w:r>
    </w:p>
    <w:p w14:paraId="4FA38409" w14:textId="72A3F939"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2F5F2F07" w14:textId="77777777" w:rsidR="00386299" w:rsidRDefault="00386299" w:rsidP="00527473">
      <w:pPr>
        <w:spacing w:after="0"/>
        <w:jc w:val="left"/>
      </w:pPr>
      <w:r>
        <w:t>We look for an experienced, friendly, open and motivated colleague with excellent understanding of marine policy implementation, science performance and programming issues, including for European co-funded partnerships for international research and innovation co-operation, acquired through relevant experience in research, research programming or work in marine and maritime affairs.</w:t>
      </w:r>
    </w:p>
    <w:p w14:paraId="087B8D9D" w14:textId="77777777" w:rsidR="00386299" w:rsidRDefault="00386299" w:rsidP="00527473">
      <w:pPr>
        <w:spacing w:after="0"/>
        <w:jc w:val="left"/>
      </w:pPr>
      <w:r>
        <w:t>In particular, the applicant should have:</w:t>
      </w:r>
    </w:p>
    <w:p w14:paraId="59A01D51" w14:textId="77777777" w:rsidR="00386299" w:rsidRDefault="00386299" w:rsidP="00527473">
      <w:pPr>
        <w:spacing w:after="0"/>
        <w:jc w:val="left"/>
      </w:pPr>
      <w:r>
        <w:t>• Sound knowledge and hands-on experience in the marine and/or freshwater research and innovation policy and programmes;. Specific experience in marine biodiversity, marine protection and restoration and/or in activities related to the EU Mission ‘Restore our Oceans and Waters by 2030’ would be an asset;</w:t>
      </w:r>
    </w:p>
    <w:p w14:paraId="1E316547" w14:textId="77777777" w:rsidR="00386299" w:rsidRDefault="00386299" w:rsidP="00527473">
      <w:pPr>
        <w:spacing w:after="0"/>
        <w:jc w:val="left"/>
      </w:pPr>
      <w:r>
        <w:t xml:space="preserve">• Expertise in policy development, policy coordination and analysis linked to Ocean, Seas and Waters and their interface with climate change and human activities; </w:t>
      </w:r>
    </w:p>
    <w:p w14:paraId="019E1B73" w14:textId="77777777" w:rsidR="00386299" w:rsidRDefault="00386299" w:rsidP="00527473">
      <w:pPr>
        <w:spacing w:after="0"/>
        <w:jc w:val="left"/>
      </w:pPr>
      <w:r>
        <w:t>• Knowledge of EU policy making and experience in working closely with Member States / Regions, European and International Stakeholders;</w:t>
      </w:r>
    </w:p>
    <w:p w14:paraId="087D2C92" w14:textId="77777777" w:rsidR="00386299" w:rsidRDefault="00386299" w:rsidP="00527473">
      <w:pPr>
        <w:spacing w:after="0"/>
        <w:jc w:val="left"/>
      </w:pPr>
      <w:r>
        <w:t>• Efficient organisation and stakeholder communication skills;</w:t>
      </w:r>
    </w:p>
    <w:p w14:paraId="5AFBD886" w14:textId="77777777" w:rsidR="00386299" w:rsidRDefault="00386299" w:rsidP="00527473">
      <w:pPr>
        <w:spacing w:after="0"/>
        <w:jc w:val="left"/>
      </w:pPr>
      <w:r>
        <w:t>• A solution-driven mind-set with capability of developing conceptual reflections and synthesising large amounts of information into strategic programming and policy analysis and planning of research and innovation actions;</w:t>
      </w:r>
    </w:p>
    <w:p w14:paraId="60ED3EFC" w14:textId="77777777" w:rsidR="00386299" w:rsidRDefault="00386299" w:rsidP="00527473">
      <w:pPr>
        <w:spacing w:after="0"/>
        <w:jc w:val="left"/>
      </w:pPr>
      <w:r>
        <w:t xml:space="preserve">• Ability to produce concise and high-quality outputs; </w:t>
      </w:r>
    </w:p>
    <w:p w14:paraId="05E07BB9" w14:textId="77777777" w:rsidR="00386299" w:rsidRDefault="00386299" w:rsidP="00527473">
      <w:pPr>
        <w:spacing w:after="0"/>
        <w:jc w:val="left"/>
      </w:pPr>
      <w:r>
        <w:t>• Excellent spoken and written English. A good level of French would be an asset.</w:t>
      </w:r>
    </w:p>
    <w:p w14:paraId="0DE8C532" w14:textId="0896379F"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1C78FD34" w:rsidR="0017274D" w:rsidRPr="008250D4" w:rsidRDefault="00386299" w:rsidP="0017274D">
      <w:pPr>
        <w:spacing w:after="0"/>
        <w:jc w:val="right"/>
        <w:rPr>
          <w:sz w:val="22"/>
          <w:szCs w:val="18"/>
        </w:rPr>
      </w:pPr>
      <w:r>
        <w:rPr>
          <w:sz w:val="22"/>
          <w:szCs w:val="18"/>
        </w:rPr>
        <w:t>13/11/2025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1E7BFC66" w14:textId="77777777" w:rsidR="00386299" w:rsidRDefault="00386299" w:rsidP="00527473">
      <w:pPr>
        <w:spacing w:after="0"/>
        <w:rPr>
          <w:lang w:val="de-DE"/>
        </w:rPr>
      </w:pPr>
      <w:r>
        <w:rPr>
          <w:lang w:val="de-DE"/>
        </w:rPr>
        <w:t>L’unité «Océan, mer et eaux» contribue au pacte vert pour l’Europe en soutenant la transition vers une planète en bonne santé et, en particulier, à des systèmes sains dans les océans, les mers et les eaux intérieures, qui soient neutres pour le climat d’ici à 2050 et qui fonctionnent dans les limites sûres de notre planète.</w:t>
      </w:r>
    </w:p>
    <w:p w14:paraId="70C30C60" w14:textId="77777777" w:rsidR="00386299" w:rsidRDefault="00386299" w:rsidP="00527473">
      <w:pPr>
        <w:spacing w:after="0"/>
        <w:rPr>
          <w:lang w:val="de-DE"/>
        </w:rPr>
      </w:pPr>
      <w:r>
        <w:rPr>
          <w:lang w:val="de-DE"/>
        </w:rPr>
        <w:t xml:space="preserve">L’unité contribue à la régénération et à la restauration de l’océan ainsi qu’à la gestion efficace et intégrée de l’eau douce dans les bassins hydrographiques européens et internationaux, grâce à des systèmes hydrographiques durables et résilients. Elle promeut une utilisation efficace et durable de l’ensemble des chaînes de valeur des ressources marines et aquatiques, dans l’intérêt et le bien-être des citoyens européens, en particulier au moyen d’activités et de stratégies liées à la R &amp;I dans le cadre du pacte de l’UE pour les océans et de la stratégie de l’UE pour la résilience dans le domaine de l’eau. </w:t>
      </w:r>
    </w:p>
    <w:p w14:paraId="4794DA6F" w14:textId="77777777" w:rsidR="00386299" w:rsidRDefault="00386299" w:rsidP="00527473">
      <w:pPr>
        <w:spacing w:after="0"/>
        <w:rPr>
          <w:lang w:val="de-DE"/>
        </w:rPr>
      </w:pPr>
      <w:r>
        <w:rPr>
          <w:lang w:val="de-DE"/>
        </w:rPr>
        <w:t xml:space="preserve">L’unité conçoit et déploie une approche systémique du lien entre les écosystèmes océano-climatiques, océano-alimentaire, océano-météorologiques, océano-terrestres et hydrates-énergie alimentaire, et se concentre sur les écosystèmes marins et d’eau douce ainsi que sur la biodiversité. </w:t>
      </w:r>
    </w:p>
    <w:p w14:paraId="224B4D8C" w14:textId="77777777" w:rsidR="00386299" w:rsidRDefault="00386299" w:rsidP="00527473">
      <w:pPr>
        <w:spacing w:after="0"/>
        <w:rPr>
          <w:lang w:val="de-DE"/>
        </w:rPr>
      </w:pPr>
      <w:r>
        <w:rPr>
          <w:lang w:val="de-DE"/>
        </w:rPr>
        <w:t>L’unité identifie, pilote et oriente des solutions systémiques par leur conception en fonction des limites planétaires: a) la perte de biodiversité, b) le changement climatique et c) la dégradation des océans et des eaux, en orientant la coopération internationale entre différents bassins maritimes, en particulier l’Atlantique, la Méditerranée, la mer Noire, la mer Baltique, la mer du Nord, et la région arctique, en mettant l’accent sur l’observation des océans et des eaux intérieures (hydrosphère) et les systèmes de connaissances numériques, la régénération, la réduction de la pollution, la sécurité de l’eau et la résilience côtière.</w:t>
      </w:r>
    </w:p>
    <w:p w14:paraId="71960148" w14:textId="77777777" w:rsidR="00386299" w:rsidRDefault="00386299" w:rsidP="00527473">
      <w:pPr>
        <w:spacing w:after="0"/>
        <w:rPr>
          <w:lang w:val="de-DE"/>
        </w:rPr>
      </w:pPr>
      <w:r>
        <w:rPr>
          <w:lang w:val="de-DE"/>
        </w:rPr>
        <w:t xml:space="preserve">L’unité codirige la mission Horizon Europe «Restaurer notre océan et notre milieu aquatique d’ici à 2030» et la nouvelle initiative européenne d’observation des océans, Nautilus. L’unité dirige également les partenariats Horizon Europe pour une économie bleue durable et la sécurité de l’eau pour la planète, ainsi que PRIMA modifié (partenariat pour la R &amp; I dans la zone méditerranéenne), et assure le leadership européen dans les réseaux internationaux, en particulier l’Alliance panatlantique pour la recherche et l'innovation océanographique (AAORIA), qui relie les communautés, les chercheurs et les innovateurs autour de l’Atlantique de l’Arctique à l’Antarctique. L’unité sert également d’interface pour les parties des initiatives liées à la R &amp; I, telles que la décennie des Nations unies pour les sciences océaniques et la décennie d’action des Nations unies dans le domaine de l’eau. </w:t>
      </w:r>
    </w:p>
    <w:p w14:paraId="110F9997" w14:textId="77777777" w:rsidR="00386299" w:rsidRDefault="00386299" w:rsidP="00527473">
      <w:pPr>
        <w:spacing w:after="0"/>
        <w:rPr>
          <w:lang w:val="de-DE"/>
        </w:rPr>
      </w:pPr>
      <w:r>
        <w:rPr>
          <w:lang w:val="de-DE"/>
        </w:rPr>
        <w:t>Sur la base d’analyses prospectives, de connaissances, de données et de portefeuilles, l’unité vise à mettre en place des programmes de R &amp; I, des politiques fondées sur des données probantes et des solutions systémiques combinant des innovations technologiques, commerciales, de gouvernance et sociales. Les activités seront menées à bien grâce à une approche transdisciplinaire et multipartite et en partenariat avec plusieurs DG, ainsi qu’avec les États membres de l’UE et les partenaires internationaux.</w:t>
      </w:r>
    </w:p>
    <w:p w14:paraId="6810D07E" w14:textId="3CCC9F7F"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45338EAC" w14:textId="77777777" w:rsidR="00386299" w:rsidRDefault="00386299" w:rsidP="00527473">
      <w:pPr>
        <w:spacing w:after="0"/>
        <w:jc w:val="left"/>
        <w:rPr>
          <w:lang w:val="de-DE"/>
        </w:rPr>
      </w:pPr>
      <w:r>
        <w:rPr>
          <w:lang w:val="de-DE"/>
        </w:rPr>
        <w:t xml:space="preserve">Le candidat retenu contribuera à la mission globale de l’unité «Océan, mer et eaux», notamment en contribuant à l’élaboration et à la mise en œuvre de la politique de recherche et d’innovation de l’UE dans les secteurs marin et maritime, de manière à contribuer aux politiques pertinentes de l’UE ; à la politique maritime intégrée et à une transition juste et inclusive vers une économie bleue neutre pour le climat , résiliente et durable, en coopération avec les États membres de l’UE, les régions et les parties prenantes internationales conformément aux stratégies de bassin maritime de l’UE. </w:t>
      </w:r>
    </w:p>
    <w:p w14:paraId="050B8AE5" w14:textId="77777777" w:rsidR="00386299" w:rsidRDefault="00386299" w:rsidP="00527473">
      <w:pPr>
        <w:spacing w:after="0"/>
        <w:jc w:val="left"/>
        <w:rPr>
          <w:lang w:val="de-DE"/>
        </w:rPr>
      </w:pPr>
      <w:r>
        <w:rPr>
          <w:lang w:val="de-DE"/>
        </w:rPr>
        <w:t>L’END travaillera sous la supervision d’un administrateur. Sans préjudice du principe de coopération loyale entre les administrations nationales, régionales et européennes, l’END ne travaillera pas sur des cas individuels ayant des incidences sur des dossiers qu’il aurait été amené à traiter dans son administration nationale au cours des deux années qui ont précédé l’entrée à la Commission ou sur des dossiers directement liés. En aucun cas, il ne représentera la Commission afin de prendre des engagements financiers ou autres, ou négocier au nom de la Commission.</w:t>
      </w:r>
    </w:p>
    <w:p w14:paraId="59404C02" w14:textId="6262D829"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77673EE2" w14:textId="77777777" w:rsidR="00386299" w:rsidRDefault="00386299" w:rsidP="00527473">
      <w:pPr>
        <w:spacing w:after="0"/>
        <w:rPr>
          <w:lang w:val="de-DE"/>
        </w:rPr>
      </w:pPr>
      <w:r>
        <w:rPr>
          <w:lang w:val="de-DE"/>
        </w:rPr>
        <w:t xml:space="preserve">Nous recherchons un(e) collègue expérimenté(e), amical(e), ouvert(e), et motivé(e), possédant une excellente compréhension de la mise en œuvre de la politique marine, des performances scientifiques et des questions de programmation ; y compris pour les partenariats européens cofinancés, pour la coopération internationale en matière de recherche et d’innovation, acquis grâce à une expérience pertinente dans le domaine de la recherche, de la programmation de la recherche ou des travaux dans le domaine des affaires marines et maritimes. </w:t>
      </w:r>
    </w:p>
    <w:p w14:paraId="26FDA34B" w14:textId="77777777" w:rsidR="00386299" w:rsidRDefault="00386299" w:rsidP="00527473">
      <w:pPr>
        <w:spacing w:after="0"/>
        <w:rPr>
          <w:lang w:val="de-DE"/>
        </w:rPr>
      </w:pPr>
      <w:r>
        <w:rPr>
          <w:lang w:val="de-DE"/>
        </w:rPr>
        <w:t xml:space="preserve">En particulier, le (la) candidat(e) devrait avoir: </w:t>
      </w:r>
    </w:p>
    <w:p w14:paraId="6B389913" w14:textId="77777777" w:rsidR="00386299" w:rsidRDefault="00386299" w:rsidP="00527473">
      <w:pPr>
        <w:spacing w:after="0"/>
        <w:rPr>
          <w:lang w:val="de-DE"/>
        </w:rPr>
      </w:pPr>
      <w:r>
        <w:rPr>
          <w:lang w:val="de-DE"/>
        </w:rPr>
        <w:t xml:space="preserve">• Une bonne connaissance et une expérience pratique de la politique et des programmes de recherche et d’innovation en mer et/ou en eau douce. Une expérience spécifique de la biodiversité marine, de la protection et de la restauration du milieu marin et/ou des activités liées à la mission de l’UE «Restaurer nos océans et nos eaux d’ici à 2030» constituerait un atout; </w:t>
      </w:r>
    </w:p>
    <w:p w14:paraId="19723850" w14:textId="77777777" w:rsidR="00386299" w:rsidRDefault="00386299" w:rsidP="00527473">
      <w:pPr>
        <w:spacing w:after="0"/>
        <w:rPr>
          <w:lang w:val="de-DE"/>
        </w:rPr>
      </w:pPr>
      <w:r>
        <w:rPr>
          <w:lang w:val="de-DE"/>
        </w:rPr>
        <w:t xml:space="preserve">• Expertise dans l’élaboration des politiques, la coordination et l’analyse des politiques liées aux océans, aux mers et aux eaux et leur interface avec le changement climatique et les activités humaines; </w:t>
      </w:r>
    </w:p>
    <w:p w14:paraId="25B059D2" w14:textId="77777777" w:rsidR="00386299" w:rsidRDefault="00386299" w:rsidP="00527473">
      <w:pPr>
        <w:spacing w:after="0"/>
        <w:rPr>
          <w:lang w:val="de-DE"/>
        </w:rPr>
      </w:pPr>
      <w:r>
        <w:rPr>
          <w:lang w:val="de-DE"/>
        </w:rPr>
        <w:t xml:space="preserve">• Connaissance de l’élaboration des politiques de l’UE et expérience de la collaboration étroite avec les États membres/régions, les parties prenantes européennes et internationales; </w:t>
      </w:r>
    </w:p>
    <w:p w14:paraId="3C0FCADB" w14:textId="77777777" w:rsidR="00386299" w:rsidRDefault="00386299" w:rsidP="00527473">
      <w:pPr>
        <w:spacing w:after="0"/>
        <w:rPr>
          <w:lang w:val="de-DE"/>
        </w:rPr>
      </w:pPr>
      <w:r>
        <w:rPr>
          <w:lang w:val="de-DE"/>
        </w:rPr>
        <w:t xml:space="preserve">• Des compétences efficaces en matière d’organisation et de communication avec les parties prenantes; </w:t>
      </w:r>
    </w:p>
    <w:p w14:paraId="4FD5A133" w14:textId="77777777" w:rsidR="00386299" w:rsidRDefault="00386299" w:rsidP="00527473">
      <w:pPr>
        <w:spacing w:after="0"/>
        <w:rPr>
          <w:lang w:val="de-DE"/>
        </w:rPr>
      </w:pPr>
      <w:r>
        <w:rPr>
          <w:lang w:val="de-DE"/>
        </w:rPr>
        <w:t>• Un état d’esprit axé sur les solutions, capable de développer des réflexions conceptuelles et de synthétiser de grandes quantités d’informations dans la programmation stratégique, l’analyse stratégique et la planification des actions de recherche et d’innovation;</w:t>
      </w:r>
    </w:p>
    <w:p w14:paraId="004988CD" w14:textId="77777777" w:rsidR="00386299" w:rsidRDefault="00386299" w:rsidP="00527473">
      <w:pPr>
        <w:spacing w:after="0"/>
        <w:rPr>
          <w:lang w:val="de-DE"/>
        </w:rPr>
      </w:pPr>
      <w:r>
        <w:rPr>
          <w:lang w:val="de-DE"/>
        </w:rPr>
        <w:t xml:space="preserve">• Capacité à produire des résultats concis et de qualité; </w:t>
      </w:r>
    </w:p>
    <w:p w14:paraId="65547689" w14:textId="77777777" w:rsidR="00386299" w:rsidRDefault="00386299" w:rsidP="00527473">
      <w:pPr>
        <w:spacing w:after="0"/>
        <w:rPr>
          <w:lang w:val="de-DE"/>
        </w:rPr>
      </w:pPr>
      <w:r>
        <w:rPr>
          <w:lang w:val="de-DE"/>
        </w:rPr>
        <w:lastRenderedPageBreak/>
        <w:t>• Excellente langue orale et écrite. Un bon niveau de français serait un atout.</w:t>
      </w:r>
    </w:p>
    <w:p w14:paraId="7B92B82C" w14:textId="66870840"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7094A9F3" w:rsidR="0017274D" w:rsidRPr="00E61551" w:rsidRDefault="00386299" w:rsidP="0017274D">
      <w:pPr>
        <w:spacing w:after="0"/>
        <w:jc w:val="right"/>
        <w:rPr>
          <w:sz w:val="22"/>
          <w:szCs w:val="18"/>
          <w:lang w:val="de-DE"/>
        </w:rPr>
      </w:pPr>
      <w:r>
        <w:rPr>
          <w:sz w:val="22"/>
          <w:szCs w:val="18"/>
          <w:lang w:val="de-DE"/>
        </w:rPr>
        <w:t>13/11/2025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4D59AB3B" w14:textId="77777777" w:rsidR="00386299" w:rsidRDefault="00386299" w:rsidP="00527473">
      <w:pPr>
        <w:spacing w:after="0"/>
        <w:rPr>
          <w:lang w:val="de-DE"/>
        </w:rPr>
      </w:pPr>
      <w:r>
        <w:rPr>
          <w:lang w:val="de-DE"/>
        </w:rPr>
        <w:t xml:space="preserve">Das Referat Ozeane, Meere und Gewässer trägt zum europäischen Grünen Deal bei und unterstützt den Übergang zu einem gesunden Planeten und insbesondere zu gesunden Ozean-, Meeres- und Binnenwassersystemen, die bis 2050 klimaneutral sind und innerhalb sicherer Belastbarkeitsgrenzen unseres Planeten arbeiten. </w:t>
      </w:r>
    </w:p>
    <w:p w14:paraId="0CAA8041" w14:textId="77777777" w:rsidR="00386299" w:rsidRDefault="00386299" w:rsidP="00527473">
      <w:pPr>
        <w:spacing w:after="0"/>
        <w:rPr>
          <w:lang w:val="de-DE"/>
        </w:rPr>
      </w:pPr>
      <w:r>
        <w:rPr>
          <w:lang w:val="de-DE"/>
        </w:rPr>
        <w:t xml:space="preserve">Das Referat trägt durch nachhaltige und widerstandsfähige Wassersysteme zur Wiederherstellung und Wiederherstellung des Ozeans und zur wirksamen und integrierten Süßwasserbewirtschaftung in europäischen und internationalen Flusseinzugsgebieten bei und fördert eine wirkungsvolle und nachhaltige Nutzung der gesamten Wertschöpfungsketten der Meeres- und aquatischen Ressourcen zum vollen Nutzen und Wohlergehen der europäischen Bürgerinnen und Bürger, insbesondere durch FuI-bezogene Tätigkeiten und Strategien im Rahmen des EU-Ozeanpakts und der EU-Strategie für Wasserresilienz. </w:t>
      </w:r>
    </w:p>
    <w:p w14:paraId="7E92D9F4" w14:textId="77777777" w:rsidR="00386299" w:rsidRDefault="00386299" w:rsidP="00527473">
      <w:pPr>
        <w:spacing w:after="0"/>
        <w:rPr>
          <w:lang w:val="de-DE"/>
        </w:rPr>
      </w:pPr>
      <w:r>
        <w:rPr>
          <w:lang w:val="de-DE"/>
        </w:rPr>
        <w:t xml:space="preserve">Das Referat verwendet einen Systemansatz für den Zusammenhang zwischen Ozean- und Klima, Ozean-Lebensmitteln, Ozean-Wetter- und Meeres-Land- und Wasser-Energie-Lebensmittel-Ökosystemen und konzentriert sich auf Meeres- und Süßwasserökosysteme und die biologische Vielfalt. </w:t>
      </w:r>
    </w:p>
    <w:p w14:paraId="0F592515" w14:textId="77777777" w:rsidR="00386299" w:rsidRDefault="00386299" w:rsidP="00527473">
      <w:pPr>
        <w:spacing w:after="0"/>
        <w:rPr>
          <w:lang w:val="de-DE"/>
        </w:rPr>
      </w:pPr>
      <w:r>
        <w:rPr>
          <w:lang w:val="de-DE"/>
        </w:rPr>
        <w:t>Das Referat ermittelt, erprobt und steuert systemische Lösungen auf die Belastbarkeitsgrenzen unseres Planeten: a) Verlust an biologischer Vielfalt, b) Klimawandel und c) Verschlechterung der Ozeane und Gewässer durch Leitung der internationalen Zusammenarbeit zwischen verschiedenen Meeresbecken, insbesondere dem Atlantik, dem Mittelmeer, dem Schwarzen Meer, der Ostsee und der Nordsee sowie der Arktis, wobei der Schwerpunkt auf Meeres- und Binnengewässern (Wassersphäre) und digitalen Wissenssystemen, Regeneration, Verringerung der Umweltverschmutzung, Wasserversorgungssicherheit und Widerstandsfähigkeit der Küsten liegt.</w:t>
      </w:r>
    </w:p>
    <w:p w14:paraId="09AE4E45" w14:textId="77777777" w:rsidR="00386299" w:rsidRDefault="00386299" w:rsidP="00527473">
      <w:pPr>
        <w:spacing w:after="0"/>
        <w:rPr>
          <w:lang w:val="de-DE"/>
        </w:rPr>
      </w:pPr>
      <w:r>
        <w:rPr>
          <w:lang w:val="de-DE"/>
        </w:rPr>
        <w:t xml:space="preserve">Das Referat leitet gemeinsam die Horizont-Europa-Mission „Wiederbelebung unserer Ozeane und Gewässer bis 2030“ und die neue Europäische Meeresbeobachtungsinitiative Nautilus. Das Referat leitet auch die Partnerschaften für eine nachhaltige blaue Wirtschaft und Wassersicherheit für den Planeten im Rahmen von Horizont Europa sowie die geänderte PRIMA (Partnerschaft für FuI im Mittelmeerraum) und sorgt für eine Führungsrolle Europas in internationalen Netzwerken, insbesondere der Allianz für Forschung und Innovation im Atlantik (AAORIA), die Gemeinschaften, Forscher und Innovatoren rund um den Atlantik von der Arktis bis zur Antarktis verbindet. Das Referat fungiert auch als Schnittstelle für die FuI-bezogenen Teile von Initiativen der Vereinten Nationen wie der UN-Dekade der Meereswissenschaften und der Wasseraktionsdekade der Vereinten Nationen. </w:t>
      </w:r>
    </w:p>
    <w:p w14:paraId="6823BE76" w14:textId="77777777" w:rsidR="00386299" w:rsidRDefault="00386299" w:rsidP="00527473">
      <w:pPr>
        <w:spacing w:after="0"/>
        <w:rPr>
          <w:lang w:val="de-DE"/>
        </w:rPr>
      </w:pPr>
      <w:r>
        <w:rPr>
          <w:lang w:val="de-DE"/>
        </w:rPr>
        <w:t>Auf der Grundlage von Vorausschau, Wissen, Daten und Portfolioanalysen verfolgt das Referat das Ziel, wirkungsvollere FuI-Programme, evidenzbasierte Strategien und systemische Lösungen zu erreichen, bei denen technologische, unternehmerische, Governance- und soziale Innovationen kombiniert werden. Die Aktivitäten werden im Rahmen eines transdisziplinären und Multi-Stakeholder-Ansatzes und in Partnerschaft mit mehreren Generaldirektionen sowie mit EU-Mitgliedstaaten und internationalen Partnern durchgeführt.</w:t>
      </w:r>
    </w:p>
    <w:p w14:paraId="2B6785AE" w14:textId="2436DF5D"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52067FD0" w14:textId="77777777" w:rsidR="00386299" w:rsidRDefault="00386299" w:rsidP="00527473">
      <w:pPr>
        <w:spacing w:after="0"/>
        <w:rPr>
          <w:lang w:val="de-DE"/>
        </w:rPr>
      </w:pPr>
      <w:r>
        <w:rPr>
          <w:lang w:val="de-DE"/>
        </w:rPr>
        <w:t xml:space="preserve">Der erfolgreiche Bewerber/die erfolgreiche Bewerberin wird zur Gesamtaufgabe des Referats „Ozean, Meere und Gewässer“ beitragen, indem er oder sie insbesondere zur Entwicklung und Umsetzung der Forschungs- und Innovationspolitik der EU in Bezug auf Meeres- und Meeressektoren beiträgt, um einen Beitrag zu den einschlägigen EU-Politiken, der integrierten Meerespolitik und einem gerechten und inklusiven Übergang zu einer klimaneutralen, widerstandsfähigen und nachhaltigen blauen Wirtschaft in Zusammenarbeit mit den EU-Mitgliedstaaten, Regionen und internationalen Interessenträgern im Einklang mit den EU-Meeresbeckenstrategien zu leisten. </w:t>
      </w:r>
    </w:p>
    <w:p w14:paraId="32B24919" w14:textId="77777777" w:rsidR="00386299" w:rsidRDefault="00386299" w:rsidP="00527473">
      <w:pPr>
        <w:spacing w:after="0"/>
        <w:rPr>
          <w:lang w:val="de-DE"/>
        </w:rPr>
      </w:pPr>
      <w:r>
        <w:rPr>
          <w:lang w:val="de-DE"/>
        </w:rPr>
        <w:t>Der/die ANS arbeitet unter der Aufsicht eines AD-Beamten/einer AD-Beamtin. Unbeschadet des Grundsatzes der loyalen Zusammenarbeit zwischen den nationalen, regionalen und europäischen Verwaltungen wird der/die ANS nicht in Einzelfällen im Zusammenhang mit Dossiers tätig, mit denen er/sie in den zwei Jahren vor Aufnahme der Tätigkeit bei der Kommission im Rahmen seiner/ihrer nationalen Verwaltung befasst war, oder mit unmittelbar angrenzenden Fällen. Keinesfalls vertritt er/sie die Kommission, um finanzielle oder sonstige Verpflichtungen einzugehen oder im Namen der Kommission zu verhandeln.</w:t>
      </w:r>
    </w:p>
    <w:p w14:paraId="2BE34DBA" w14:textId="283FCD43"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63D14C3B" w14:textId="77777777" w:rsidR="00386299" w:rsidRDefault="00386299" w:rsidP="00527473">
      <w:pPr>
        <w:spacing w:after="0"/>
        <w:rPr>
          <w:lang w:val="en-US"/>
        </w:rPr>
      </w:pPr>
      <w:r>
        <w:rPr>
          <w:lang w:val="en-US"/>
        </w:rPr>
        <w:t xml:space="preserve">Wir suchen eine/n erfahrene/n, freundliche/n, offene/n und motivierte/n Kollegen/Kollegin mit ausgezeichnetem Verständnis der Umsetzung der Meerespolitik, der wissenschaftlichen Leistung und der Programmplanung, auch für europäische kofinanzierte Partnerschaften für die internationale Forschungs- und Innovationszusammenarbeit, die durch einschlägige Erfahrungen in Forschung, Forschungsplanung oder Arbeiten in marinen und maritimen Angelegenheiten erworben wurden. </w:t>
      </w:r>
    </w:p>
    <w:p w14:paraId="748AD44E" w14:textId="77777777" w:rsidR="00386299" w:rsidRDefault="00386299" w:rsidP="00527473">
      <w:pPr>
        <w:spacing w:after="0"/>
        <w:rPr>
          <w:lang w:val="en-US"/>
        </w:rPr>
      </w:pPr>
      <w:r>
        <w:rPr>
          <w:lang w:val="en-US"/>
        </w:rPr>
        <w:t xml:space="preserve">Insbesondere sollte der Bewerber/die Bewerberin über Folgendes verfügen: </w:t>
      </w:r>
    </w:p>
    <w:p w14:paraId="737B0C20" w14:textId="77777777" w:rsidR="00386299" w:rsidRDefault="00386299" w:rsidP="00527473">
      <w:pPr>
        <w:spacing w:after="0"/>
        <w:rPr>
          <w:lang w:val="en-US"/>
        </w:rPr>
      </w:pPr>
      <w:r>
        <w:rPr>
          <w:lang w:val="en-US"/>
        </w:rPr>
        <w:t xml:space="preserve">• Fundierte Kenntnisse und praktische Erfahrung in der Meeres- und/oder Süßwasserforschungs- und -innovationspolitik und -programmen; Spezifische Erfahrungen mit der biologischen Vielfalt der Meere, dem Schutz und der Wiederherstellung der Meere und/oder mit Tätigkeiten im Zusammenhang mit der EU-Mission „Wiederbelebung unserer Ozeane und Gewässer bis 2030“ wären von Vorteil; </w:t>
      </w:r>
    </w:p>
    <w:p w14:paraId="61E38309" w14:textId="77777777" w:rsidR="00386299" w:rsidRDefault="00386299" w:rsidP="00527473">
      <w:pPr>
        <w:spacing w:after="0"/>
        <w:rPr>
          <w:lang w:val="en-US"/>
        </w:rPr>
      </w:pPr>
      <w:r>
        <w:rPr>
          <w:lang w:val="en-US"/>
        </w:rPr>
        <w:t xml:space="preserve">• Fachwissen in den Bereichen Politikentwicklung, politische Koordinierung und Analyse im Zusammenhang mit Ozeanen, Meeren und Gewässern und deren Schnittstelle mit dem Klimawandel und menschlichen Tätigkeiten; </w:t>
      </w:r>
    </w:p>
    <w:p w14:paraId="527E1C32" w14:textId="77777777" w:rsidR="00386299" w:rsidRDefault="00386299" w:rsidP="00527473">
      <w:pPr>
        <w:spacing w:after="0"/>
        <w:rPr>
          <w:lang w:val="en-US"/>
        </w:rPr>
      </w:pPr>
      <w:r>
        <w:rPr>
          <w:lang w:val="en-US"/>
        </w:rPr>
        <w:t xml:space="preserve">• Kenntnis der EU-Politik und Erfahrung in der engen Zusammenarbeit mit den Mitgliedstaaten/Regionen, europäischen und internationalen Interessenträgern; </w:t>
      </w:r>
    </w:p>
    <w:p w14:paraId="3D026B93" w14:textId="77777777" w:rsidR="00386299" w:rsidRDefault="00386299" w:rsidP="00527473">
      <w:pPr>
        <w:spacing w:after="0"/>
        <w:rPr>
          <w:lang w:val="en-US"/>
        </w:rPr>
      </w:pPr>
      <w:r>
        <w:rPr>
          <w:lang w:val="en-US"/>
        </w:rPr>
        <w:t>• Effiziente Organisation und Kommunikationsfähigkeit;</w:t>
      </w:r>
    </w:p>
    <w:p w14:paraId="06FBA423" w14:textId="77777777" w:rsidR="00386299" w:rsidRDefault="00386299" w:rsidP="00527473">
      <w:pPr>
        <w:spacing w:after="0"/>
        <w:rPr>
          <w:lang w:val="en-US"/>
        </w:rPr>
      </w:pPr>
      <w:r>
        <w:rPr>
          <w:lang w:val="en-US"/>
        </w:rPr>
        <w:t xml:space="preserve">• Eine lösungsorientierte Denkweise mit der Fähigkeit, konzeptionelle Überlegungen zu entwickeln und große Mengen an Informationen in die strategische Programmplanung und politische Analyse und Planung von Forschungs- und Innovationsmaßnahmen einfließen zu lassen; </w:t>
      </w:r>
    </w:p>
    <w:p w14:paraId="392A231D" w14:textId="77777777" w:rsidR="00386299" w:rsidRDefault="00386299" w:rsidP="00527473">
      <w:pPr>
        <w:spacing w:after="0"/>
        <w:rPr>
          <w:lang w:val="en-US"/>
        </w:rPr>
      </w:pPr>
      <w:r>
        <w:rPr>
          <w:lang w:val="en-US"/>
        </w:rPr>
        <w:t>• Fähigkeit, prägnante und hochwertige Ergebnisse zu erzielen.</w:t>
      </w:r>
    </w:p>
    <w:p w14:paraId="7DFF067A" w14:textId="7ED47F72"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386299"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386299"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386299"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386299"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386299"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386299"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386299"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386299"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386299"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386299"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22E82"/>
    <w:rsid w:val="00337347"/>
    <w:rsid w:val="00341311"/>
    <w:rsid w:val="00386299"/>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7C7CC2"/>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4647</Words>
  <Characters>26488</Characters>
  <Application>Microsoft Office Word</Application>
  <DocSecurity>4</DocSecurity>
  <PresentationFormat>Microsoft Word 14.0</PresentationFormat>
  <Lines>220</Lines>
  <Paragraphs>62</Paragraphs>
  <ScaleCrop>true</ScaleCrop>
  <Company/>
  <LinksUpToDate>false</LinksUpToDate>
  <CharactersWithSpaces>31073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2</cp:revision>
  <dcterms:created xsi:type="dcterms:W3CDTF">2025-11-13T17:25:00Z</dcterms:created>
  <dcterms:modified xsi:type="dcterms:W3CDTF">2025-11-13T17:25:00Z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